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695828" w:rsidRDefault="00695828" w:rsidP="00695828">
      <w:pPr>
        <w:pStyle w:val="ConsPlusNormal"/>
        <w:jc w:val="center"/>
      </w:pPr>
      <w:r>
        <w:t>ИНФОРМАЦИЯ</w:t>
      </w:r>
    </w:p>
    <w:p w:rsidR="00695828" w:rsidRDefault="00695828" w:rsidP="00695828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3311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6750B3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6750B3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6750B3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6750B3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695828" w:rsidP="006750B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05.11.2025</w:t>
            </w:r>
          </w:p>
        </w:tc>
      </w:tr>
      <w:tr w:rsidR="00E73603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603" w:rsidRPr="00E62846" w:rsidRDefault="00695828" w:rsidP="00695828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Default="00C46B64" w:rsidP="008A4DC3">
            <w:pPr>
              <w:pStyle w:val="ConsPlusNormal"/>
            </w:pPr>
            <w:r>
              <w:rPr>
                <w:sz w:val="20"/>
                <w:szCs w:val="20"/>
              </w:rPr>
              <w:t>Муниципальная программа «</w:t>
            </w:r>
            <w:r w:rsidR="00255E2E" w:rsidRPr="004B3D0E">
              <w:rPr>
                <w:sz w:val="20"/>
                <w:szCs w:val="20"/>
              </w:rPr>
              <w:t>Развитие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695828" w:rsidRDefault="00255E2E" w:rsidP="00695828">
            <w:pPr>
              <w:pStyle w:val="ConsPlusNormal"/>
              <w:rPr>
                <w:sz w:val="16"/>
                <w:szCs w:val="16"/>
              </w:rPr>
            </w:pPr>
            <w:r w:rsidRPr="00695828">
              <w:rPr>
                <w:sz w:val="16"/>
                <w:szCs w:val="16"/>
              </w:rPr>
              <w:t>28</w:t>
            </w:r>
            <w:r w:rsidR="00695828" w:rsidRPr="00695828">
              <w:rPr>
                <w:sz w:val="16"/>
                <w:szCs w:val="16"/>
              </w:rPr>
              <w:t xml:space="preserve"> </w:t>
            </w:r>
            <w:r w:rsidRPr="00695828">
              <w:rPr>
                <w:sz w:val="16"/>
                <w:szCs w:val="16"/>
              </w:rPr>
              <w:t>0</w:t>
            </w:r>
            <w:r w:rsidR="00695828" w:rsidRPr="00695828">
              <w:rPr>
                <w:sz w:val="16"/>
                <w:szCs w:val="16"/>
              </w:rPr>
              <w:t xml:space="preserve"> </w:t>
            </w:r>
            <w:r w:rsidRPr="00695828">
              <w:rPr>
                <w:sz w:val="16"/>
                <w:szCs w:val="16"/>
              </w:rPr>
              <w:t>00</w:t>
            </w:r>
            <w:r w:rsidR="00695828" w:rsidRPr="00695828">
              <w:rPr>
                <w:sz w:val="16"/>
                <w:szCs w:val="16"/>
              </w:rPr>
              <w:t xml:space="preserve"> </w:t>
            </w:r>
            <w:r w:rsidRPr="00695828">
              <w:rPr>
                <w:sz w:val="16"/>
                <w:szCs w:val="16"/>
              </w:rPr>
              <w:t>Р6056</w:t>
            </w:r>
            <w:r w:rsidR="00695828" w:rsidRPr="00695828">
              <w:rPr>
                <w:sz w:val="16"/>
                <w:szCs w:val="16"/>
              </w:rPr>
              <w:t xml:space="preserve"> </w:t>
            </w:r>
          </w:p>
        </w:tc>
      </w:tr>
      <w:tr w:rsidR="00695828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5828" w:rsidRDefault="00695828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828" w:rsidRPr="00F03049" w:rsidRDefault="00695828" w:rsidP="00255E2E">
            <w:pPr>
              <w:pStyle w:val="ConsPlusNormal"/>
              <w:ind w:left="397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Проведение культурно-массовых мероприятий</w:t>
            </w:r>
          </w:p>
          <w:p w:rsidR="00695828" w:rsidRDefault="00695828" w:rsidP="00255E2E">
            <w:pPr>
              <w:pStyle w:val="ConsPlusNormal"/>
              <w:ind w:left="39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5828" w:rsidRDefault="00695828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5828" w:rsidRDefault="00695828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28" w:rsidRPr="00695828" w:rsidRDefault="00695828" w:rsidP="00B264CF">
            <w:pPr>
              <w:pStyle w:val="ConsPlusNormal"/>
              <w:rPr>
                <w:sz w:val="16"/>
                <w:szCs w:val="16"/>
              </w:rPr>
            </w:pPr>
            <w:r w:rsidRPr="00695828">
              <w:rPr>
                <w:sz w:val="16"/>
                <w:szCs w:val="16"/>
              </w:rPr>
              <w:t>057 0801 28 0 00 Р6056 612</w:t>
            </w:r>
          </w:p>
        </w:tc>
      </w:tr>
      <w:tr w:rsidR="00695828" w:rsidTr="00255E2E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5828" w:rsidRDefault="00695828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828" w:rsidRPr="00E62846" w:rsidRDefault="00695828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5828" w:rsidRDefault="00695828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5828" w:rsidRDefault="00695828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28" w:rsidRDefault="00695828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6750B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891"/>
            <w:bookmarkEnd w:id="1"/>
            <w:r w:rsidRPr="00631B09">
              <w:rPr>
                <w:sz w:val="24"/>
                <w:szCs w:val="24"/>
              </w:rPr>
              <w:t>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6750B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2" w:name="P894"/>
            <w:bookmarkEnd w:id="2"/>
            <w:r w:rsidRPr="00631B09">
              <w:rPr>
                <w:sz w:val="24"/>
                <w:szCs w:val="24"/>
              </w:rPr>
              <w:t>1.1.1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6750B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3" w:name="P900"/>
            <w:bookmarkEnd w:id="3"/>
            <w:r w:rsidRPr="00631B09">
              <w:rPr>
                <w:sz w:val="24"/>
                <w:szCs w:val="24"/>
              </w:rPr>
              <w:t>1.1.3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4" w:name="P903"/>
            <w:bookmarkEnd w:id="4"/>
            <w:r w:rsidRPr="00631B09">
              <w:rPr>
                <w:sz w:val="24"/>
                <w:szCs w:val="24"/>
              </w:rPr>
              <w:t>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6750B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5" w:name="P906"/>
            <w:bookmarkEnd w:id="5"/>
            <w:r w:rsidRPr="00631B09">
              <w:rPr>
                <w:sz w:val="24"/>
                <w:szCs w:val="24"/>
              </w:rPr>
              <w:t>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6" w:name="P909"/>
            <w:bookmarkEnd w:id="6"/>
            <w:r w:rsidRPr="00631B09">
              <w:rPr>
                <w:sz w:val="24"/>
                <w:szCs w:val="24"/>
              </w:rPr>
              <w:t>1.3.1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7" w:name="P912"/>
            <w:bookmarkEnd w:id="7"/>
            <w:r w:rsidRPr="00631B09">
              <w:rPr>
                <w:sz w:val="24"/>
                <w:szCs w:val="24"/>
              </w:rPr>
              <w:t>1.3.2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8" w:name="P915"/>
            <w:bookmarkEnd w:id="8"/>
            <w:r w:rsidRPr="00631B0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6750B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9" w:name="P918"/>
            <w:bookmarkEnd w:id="9"/>
            <w:r w:rsidRPr="00631B09">
              <w:rPr>
                <w:sz w:val="24"/>
                <w:szCs w:val="24"/>
              </w:rPr>
              <w:t>1.4.1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6750B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0" w:name="P921"/>
            <w:bookmarkEnd w:id="10"/>
            <w:r w:rsidRPr="00631B09">
              <w:rPr>
                <w:sz w:val="24"/>
                <w:szCs w:val="24"/>
              </w:rPr>
              <w:t>1.4.2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11" w:name="P964"/>
      <w:bookmarkEnd w:id="1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4"/>
        <w:gridCol w:w="924"/>
        <w:gridCol w:w="924"/>
        <w:gridCol w:w="923"/>
        <w:gridCol w:w="841"/>
        <w:gridCol w:w="446"/>
        <w:gridCol w:w="721"/>
        <w:gridCol w:w="777"/>
        <w:gridCol w:w="721"/>
        <w:gridCol w:w="777"/>
        <w:gridCol w:w="777"/>
        <w:gridCol w:w="810"/>
        <w:gridCol w:w="656"/>
        <w:gridCol w:w="1357"/>
        <w:gridCol w:w="956"/>
        <w:gridCol w:w="1102"/>
        <w:gridCol w:w="804"/>
        <w:gridCol w:w="804"/>
      </w:tblGrid>
      <w:tr w:rsidR="004C22C2" w:rsidRPr="007F09D2" w:rsidTr="00255E2E">
        <w:tc>
          <w:tcPr>
            <w:tcW w:w="9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8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1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5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C52BA6" w:rsidRPr="007F09D2" w:rsidTr="00255E2E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5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C52BA6" w:rsidRPr="007F09D2" w:rsidTr="00255E2E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52BA6" w:rsidRPr="007F09D2" w:rsidTr="00255E2E">
        <w:tc>
          <w:tcPr>
            <w:tcW w:w="9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992"/>
            <w:bookmarkEnd w:id="1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993"/>
            <w:bookmarkEnd w:id="1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996"/>
            <w:bookmarkEnd w:id="1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997"/>
            <w:bookmarkEnd w:id="1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998"/>
            <w:bookmarkEnd w:id="1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999"/>
            <w:bookmarkEnd w:id="1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0"/>
            <w:bookmarkEnd w:id="1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9" w:name="P1001"/>
            <w:bookmarkEnd w:id="1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0" w:name="P1002"/>
            <w:bookmarkEnd w:id="2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1" w:name="P1003"/>
            <w:bookmarkEnd w:id="2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2" w:name="P1004"/>
            <w:bookmarkEnd w:id="2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5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3" w:name="P1005"/>
            <w:bookmarkEnd w:id="2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4" w:name="P1006"/>
            <w:bookmarkEnd w:id="2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5" w:name="P1007"/>
            <w:bookmarkEnd w:id="2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6" w:name="P1008"/>
            <w:bookmarkEnd w:id="2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7" w:name="P1009"/>
            <w:bookmarkEnd w:id="27"/>
            <w:r w:rsidRPr="007F09D2">
              <w:rPr>
                <w:sz w:val="20"/>
                <w:szCs w:val="20"/>
              </w:rPr>
              <w:t>18</w:t>
            </w:r>
          </w:p>
        </w:tc>
      </w:tr>
      <w:tr w:rsidR="00C52BA6" w:rsidRPr="007F09D2" w:rsidTr="00255E2E">
        <w:tc>
          <w:tcPr>
            <w:tcW w:w="1868" w:type="dxa"/>
            <w:gridSpan w:val="2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924" w:type="dxa"/>
            <w:vAlign w:val="center"/>
          </w:tcPr>
          <w:p w:rsidR="00255E2E" w:rsidRPr="007F09D2" w:rsidRDefault="00255E2E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255E2E" w:rsidRPr="007F09D2" w:rsidRDefault="00255E2E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vAlign w:val="center"/>
          </w:tcPr>
          <w:p w:rsidR="00255E2E" w:rsidRPr="007F09D2" w:rsidRDefault="006750B3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vAlign w:val="center"/>
          </w:tcPr>
          <w:p w:rsidR="00255E2E" w:rsidRPr="007F09D2" w:rsidRDefault="006750B3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vAlign w:val="center"/>
          </w:tcPr>
          <w:p w:rsidR="00255E2E" w:rsidRPr="007F09D2" w:rsidRDefault="006750B3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57" w:type="dxa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6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260000,00</w:t>
            </w:r>
          </w:p>
        </w:tc>
        <w:tc>
          <w:tcPr>
            <w:tcW w:w="1102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04" w:type="dxa"/>
            <w:vAlign w:val="center"/>
          </w:tcPr>
          <w:p w:rsidR="00255E2E" w:rsidRPr="007F09D2" w:rsidRDefault="006750B3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106227,20</w:t>
            </w:r>
          </w:p>
        </w:tc>
        <w:tc>
          <w:tcPr>
            <w:tcW w:w="804" w:type="dxa"/>
            <w:vAlign w:val="center"/>
          </w:tcPr>
          <w:p w:rsidR="00255E2E" w:rsidRPr="007F09D2" w:rsidRDefault="006750B3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106227,20</w:t>
            </w:r>
          </w:p>
        </w:tc>
      </w:tr>
      <w:tr w:rsidR="006750B3" w:rsidRPr="007F09D2" w:rsidTr="00255E2E">
        <w:tc>
          <w:tcPr>
            <w:tcW w:w="944" w:type="dxa"/>
            <w:vMerge w:val="restart"/>
            <w:vAlign w:val="center"/>
          </w:tcPr>
          <w:p w:rsidR="006750B3" w:rsidRPr="007F09D2" w:rsidRDefault="006750B3" w:rsidP="004C22C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«Краеведческий музей»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Рубцовска</w:t>
            </w:r>
          </w:p>
        </w:tc>
        <w:tc>
          <w:tcPr>
            <w:tcW w:w="924" w:type="dxa"/>
            <w:vAlign w:val="center"/>
          </w:tcPr>
          <w:p w:rsidR="006750B3" w:rsidRPr="007F09D2" w:rsidRDefault="006750B3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культурно-массовых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24" w:type="dxa"/>
            <w:vAlign w:val="center"/>
          </w:tcPr>
          <w:p w:rsidR="006750B3" w:rsidRPr="007F09D2" w:rsidRDefault="006750B3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3" w:type="dxa"/>
            <w:vAlign w:val="center"/>
          </w:tcPr>
          <w:p w:rsidR="006750B3" w:rsidRPr="007F09D2" w:rsidRDefault="006750B3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1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vAlign w:val="center"/>
          </w:tcPr>
          <w:p w:rsidR="006750B3" w:rsidRPr="007F09D2" w:rsidRDefault="006750B3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vAlign w:val="center"/>
          </w:tcPr>
          <w:p w:rsidR="006750B3" w:rsidRPr="007F09D2" w:rsidRDefault="006750B3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vAlign w:val="center"/>
          </w:tcPr>
          <w:p w:rsidR="006750B3" w:rsidRPr="007F09D2" w:rsidRDefault="006750B3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6750B3" w:rsidRPr="007F09D2" w:rsidRDefault="006750B3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57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6" w:type="dxa"/>
            <w:vAlign w:val="center"/>
          </w:tcPr>
          <w:p w:rsidR="006750B3" w:rsidRPr="007F09D2" w:rsidRDefault="006750B3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260000,00</w:t>
            </w:r>
          </w:p>
        </w:tc>
        <w:tc>
          <w:tcPr>
            <w:tcW w:w="1102" w:type="dxa"/>
            <w:vAlign w:val="center"/>
          </w:tcPr>
          <w:p w:rsidR="006750B3" w:rsidRPr="007F09D2" w:rsidRDefault="006750B3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6750B3" w:rsidRPr="007F09D2" w:rsidRDefault="006750B3" w:rsidP="00161DC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106227,20</w:t>
            </w:r>
          </w:p>
        </w:tc>
        <w:tc>
          <w:tcPr>
            <w:tcW w:w="804" w:type="dxa"/>
            <w:vAlign w:val="center"/>
          </w:tcPr>
          <w:p w:rsidR="006750B3" w:rsidRPr="007F09D2" w:rsidRDefault="006750B3" w:rsidP="00161DC0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106227,20</w:t>
            </w:r>
          </w:p>
        </w:tc>
      </w:tr>
      <w:tr w:rsidR="00C52BA6" w:rsidRPr="007F09D2" w:rsidTr="00255E2E"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C52BA6">
        <w:trPr>
          <w:trHeight w:val="2718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C52BA6">
        <w:trPr>
          <w:trHeight w:val="2122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6750B3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C52BA6" w:rsidRPr="007F09D2" w:rsidRDefault="006750B3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4161B9">
        <w:trPr>
          <w:trHeight w:val="488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</w:t>
            </w:r>
            <w:r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КТ-0000000004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957" w:rsidRDefault="00F03957">
      <w:r>
        <w:separator/>
      </w:r>
    </w:p>
  </w:endnote>
  <w:endnote w:type="continuationSeparator" w:id="0">
    <w:p w:rsidR="00F03957" w:rsidRDefault="00F03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05F27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957" w:rsidRDefault="00F03957">
      <w:r>
        <w:separator/>
      </w:r>
    </w:p>
  </w:footnote>
  <w:footnote w:type="continuationSeparator" w:id="0">
    <w:p w:rsidR="00F03957" w:rsidRDefault="00F03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05F27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05F27">
    <w:pPr>
      <w:pStyle w:val="a5"/>
      <w:jc w:val="right"/>
    </w:pPr>
    <w:fldSimple w:instr=" PAGE   \* MERGEFORMAT ">
      <w:r w:rsidR="00695828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74EBE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5E2E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3613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7414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4698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50B3"/>
    <w:rsid w:val="00676BFB"/>
    <w:rsid w:val="006808CB"/>
    <w:rsid w:val="006815D2"/>
    <w:rsid w:val="006844A3"/>
    <w:rsid w:val="00685CDD"/>
    <w:rsid w:val="00685FEB"/>
    <w:rsid w:val="006949D1"/>
    <w:rsid w:val="00695828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35301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4564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27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46B64"/>
    <w:rsid w:val="00C50F84"/>
    <w:rsid w:val="00C5299C"/>
    <w:rsid w:val="00C52BA6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41A9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2B60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1FA1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93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03957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50B72-D37E-491C-B55E-4149A5F0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71</TotalTime>
  <Pages>6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5515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7</cp:revision>
  <cp:lastPrinted>2025-02-07T06:18:00Z</cp:lastPrinted>
  <dcterms:created xsi:type="dcterms:W3CDTF">2025-04-18T04:14:00Z</dcterms:created>
  <dcterms:modified xsi:type="dcterms:W3CDTF">2025-11-06T07:45:00Z</dcterms:modified>
</cp:coreProperties>
</file>